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15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  <w:tblDescription w:val="Table for sender information inside of a light grey box"/>
      </w:tblPr>
      <w:tblGrid>
        <w:gridCol w:w="9641"/>
      </w:tblGrid>
      <w:tr w:rsidR="00A91C92" w14:paraId="6883D764" w14:textId="77777777" w:rsidTr="0041311A">
        <w:trPr>
          <w:jc w:val="center"/>
        </w:trPr>
        <w:tc>
          <w:tcPr>
            <w:tcW w:w="5000" w:type="pct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thinDiagStripe" w:color="F9F9F9" w:fill="auto"/>
          </w:tcPr>
          <w:p w14:paraId="67EC118A" w14:textId="77777777" w:rsidR="00490BA5" w:rsidRPr="003833F7" w:rsidRDefault="00A25C31" w:rsidP="003833F7">
            <w:pPr>
              <w:pStyle w:val="Title"/>
            </w:pPr>
            <w:sdt>
              <w:sdtPr>
                <w:alias w:val="Enter your name:"/>
                <w:tag w:val="Enter your name:"/>
                <w:id w:val="-662085402"/>
                <w:placeholder>
                  <w:docPart w:val="DB6A2180CA1C41079869F7FA9AD946B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15:appearance w15:val="hidden"/>
                <w:text w:multiLine="1"/>
              </w:sdtPr>
              <w:sdtEndPr/>
              <w:sdtContent>
                <w:r w:rsidR="00490BA5" w:rsidRPr="003833F7">
                  <w:rPr>
                    <w:rStyle w:val="TitleChar"/>
                    <w:b/>
                  </w:rPr>
                  <w:t>Your Name</w:t>
                </w:r>
              </w:sdtContent>
            </w:sdt>
          </w:p>
          <w:p w14:paraId="6669D783" w14:textId="77777777" w:rsidR="00490BA5" w:rsidRDefault="00A25C31" w:rsidP="005D2F2D">
            <w:pPr>
              <w:pStyle w:val="ContactInfo"/>
              <w:rPr>
                <w:rStyle w:val="ContactInfoChar"/>
              </w:rPr>
            </w:pPr>
            <w:sdt>
              <w:sdtPr>
                <w:alias w:val="Enter your street address:"/>
                <w:tag w:val="Enter your street address:"/>
                <w:id w:val="13960783"/>
                <w:placeholder>
                  <w:docPart w:val="342DC41281A641958AD77AD5E9AEFD90"/>
                </w:placeholder>
                <w:temporary/>
                <w:showingPlcHdr/>
                <w15:appearance w15:val="hidden"/>
              </w:sdtPr>
              <w:sdtEndPr>
                <w:rPr>
                  <w:rStyle w:val="ContactInfoChar"/>
                </w:rPr>
              </w:sdtEndPr>
              <w:sdtContent>
                <w:r w:rsidR="004A57F8" w:rsidRPr="00377ED3">
                  <w:rPr>
                    <w:rStyle w:val="ContactInfoChar"/>
                  </w:rPr>
                  <w:t>Street Address</w:t>
                </w:r>
              </w:sdtContent>
            </w:sdt>
          </w:p>
          <w:p w14:paraId="057DAA83" w14:textId="77777777" w:rsidR="00164FBF" w:rsidRDefault="00A25C31" w:rsidP="005D2F2D">
            <w:pPr>
              <w:pStyle w:val="ContactInfo"/>
            </w:pPr>
            <w:sdt>
              <w:sdtPr>
                <w:alias w:val="Enter your city, st zip code:"/>
                <w:tag w:val="Enter your city, st zip code:"/>
                <w:id w:val="-930274845"/>
                <w:placeholder>
                  <w:docPart w:val="9F49CC9CA5FC47A498E213C182780C33"/>
                </w:placeholder>
                <w:temporary/>
                <w:showingPlcHdr/>
                <w15:appearance w15:val="hidden"/>
              </w:sdtPr>
              <w:sdtEndPr/>
              <w:sdtContent>
                <w:r w:rsidR="00164FBF">
                  <w:rPr>
                    <w:rStyle w:val="ContactInfoChar"/>
                  </w:rPr>
                  <w:t>City, ST ZIP Code</w:t>
                </w:r>
              </w:sdtContent>
            </w:sdt>
          </w:p>
          <w:p w14:paraId="410328F9" w14:textId="77777777" w:rsidR="00164FBF" w:rsidRDefault="00A25C31" w:rsidP="005D2F2D">
            <w:pPr>
              <w:pStyle w:val="ContactInfo"/>
            </w:pPr>
            <w:sdt>
              <w:sdtPr>
                <w:alias w:val="Enter your phone:"/>
                <w:tag w:val="Enter your phone:"/>
                <w:id w:val="-992948638"/>
                <w:placeholder>
                  <w:docPart w:val="EC90721B3CD248BAAB74EFCADA8F3F45"/>
                </w:placeholder>
                <w:temporary/>
                <w:showingPlcHdr/>
                <w15:appearance w15:val="hidden"/>
              </w:sdtPr>
              <w:sdtEndPr/>
              <w:sdtContent>
                <w:r w:rsidR="00164FBF">
                  <w:rPr>
                    <w:rStyle w:val="ContactInfoChar"/>
                  </w:rPr>
                  <w:t>Phone</w:t>
                </w:r>
              </w:sdtContent>
            </w:sdt>
          </w:p>
          <w:p w14:paraId="3147B9F1" w14:textId="77777777" w:rsidR="00164FBF" w:rsidRDefault="00A25C31" w:rsidP="005D2F2D">
            <w:pPr>
              <w:pStyle w:val="ContactInfo"/>
            </w:pPr>
            <w:sdt>
              <w:sdtPr>
                <w:alias w:val="Enter your email:"/>
                <w:tag w:val="Enter your email:"/>
                <w:id w:val="374659520"/>
                <w:placeholder>
                  <w:docPart w:val="BAA4FE456E054D68AC10B60E9B299FDF"/>
                </w:placeholder>
                <w:temporary/>
                <w:showingPlcHdr/>
                <w15:appearance w15:val="hidden"/>
              </w:sdtPr>
              <w:sdtEndPr/>
              <w:sdtContent>
                <w:r w:rsidR="00164FBF">
                  <w:rPr>
                    <w:rStyle w:val="ContactInfoChar"/>
                  </w:rPr>
                  <w:t>Email</w:t>
                </w:r>
              </w:sdtContent>
            </w:sdt>
          </w:p>
          <w:p w14:paraId="27B51217" w14:textId="77777777" w:rsidR="00A91C92" w:rsidRDefault="00A25C31" w:rsidP="005D2F2D">
            <w:pPr>
              <w:pStyle w:val="ContactInfo"/>
            </w:pPr>
            <w:sdt>
              <w:sdtPr>
                <w:alias w:val="Enter your website:"/>
                <w:tag w:val="Enter your website:"/>
                <w:id w:val="19881094"/>
                <w:placeholder>
                  <w:docPart w:val="1DE1EC1039084CF5854DD4522D713B39"/>
                </w:placeholder>
                <w:temporary/>
                <w:showingPlcHdr/>
                <w15:appearance w15:val="hidden"/>
              </w:sdtPr>
              <w:sdtEndPr/>
              <w:sdtContent>
                <w:r w:rsidR="004A57F8">
                  <w:rPr>
                    <w:rStyle w:val="ContactInfoChar"/>
                  </w:rPr>
                  <w:t>Website</w:t>
                </w:r>
              </w:sdtContent>
            </w:sdt>
          </w:p>
        </w:tc>
      </w:tr>
    </w:tbl>
    <w:sdt>
      <w:sdtPr>
        <w:rPr>
          <w:rStyle w:val="RecipientChar"/>
          <w:b/>
          <w:noProof w:val="0"/>
          <w:color w:val="auto"/>
          <w:sz w:val="22"/>
        </w:rPr>
        <w:alias w:val="Enter date:"/>
        <w:tag w:val="Enter date:"/>
        <w:id w:val="906959856"/>
        <w:placeholder>
          <w:docPart w:val="4D5CC0FED9394860832BE07B79738A47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>
        <w:rPr>
          <w:rStyle w:val="RecipientChar"/>
        </w:rPr>
      </w:sdtEndPr>
      <w:sdtContent>
        <w:p w14:paraId="24EB0BC5" w14:textId="77777777" w:rsidR="00A91C92" w:rsidRPr="00F27D09" w:rsidRDefault="00F27D09" w:rsidP="00F27D09">
          <w:pPr>
            <w:pStyle w:val="Date"/>
          </w:pPr>
          <w:r w:rsidRPr="00F27D09">
            <w:t>Date</w:t>
          </w:r>
        </w:p>
      </w:sdtContent>
    </w:sdt>
    <w:sdt>
      <w:sdtPr>
        <w:alias w:val="Enter recipient name:"/>
        <w:tag w:val="Enter recipient name:"/>
        <w:id w:val="381761537"/>
        <w:placeholder>
          <w:docPart w:val="CCA893B672DD42BE9870C52A4DE41ECD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14:paraId="682F4261" w14:textId="77777777" w:rsidR="00497BE8" w:rsidRPr="005652BE" w:rsidRDefault="005652BE" w:rsidP="005652BE">
          <w:pPr>
            <w:pStyle w:val="Recipient"/>
          </w:pPr>
          <w:r w:rsidRPr="005652BE">
            <w:t>Recipient Name</w:t>
          </w:r>
        </w:p>
      </w:sdtContent>
    </w:sdt>
    <w:p w14:paraId="78127DD1" w14:textId="77777777" w:rsidR="00497BE8" w:rsidRDefault="00A25C31" w:rsidP="00497BE8">
      <w:pPr>
        <w:pStyle w:val="ContactInfo"/>
      </w:pPr>
      <w:sdt>
        <w:sdtPr>
          <w:alias w:val="Enter recipient title:"/>
          <w:tag w:val="Enter recipient title:"/>
          <w:id w:val="19881072"/>
          <w:placeholder>
            <w:docPart w:val="ACD1837F51874E1E9B99A4EF212B879C"/>
          </w:placeholder>
          <w:temporary/>
          <w:showingPlcHdr/>
          <w15:appearance w15:val="hidden"/>
        </w:sdtPr>
        <w:sdtEndPr/>
        <w:sdtContent>
          <w:r w:rsidR="004A57F8" w:rsidRPr="00497BE8">
            <w:t>Title</w:t>
          </w:r>
        </w:sdtContent>
      </w:sdt>
    </w:p>
    <w:p w14:paraId="7871C16B" w14:textId="77777777" w:rsidR="00497BE8" w:rsidRDefault="00A25C31" w:rsidP="00497BE8">
      <w:pPr>
        <w:pStyle w:val="ContactInfo"/>
      </w:pPr>
      <w:sdt>
        <w:sdtPr>
          <w:alias w:val="Enter recipient company name:"/>
          <w:tag w:val="Enter recipient company name:"/>
          <w:id w:val="19881073"/>
          <w:placeholder>
            <w:docPart w:val="D01E3C2F843945629D3EFB4C39392F65"/>
          </w:placeholder>
          <w:temporary/>
          <w:showingPlcHdr/>
          <w15:appearance w15:val="hidden"/>
        </w:sdtPr>
        <w:sdtEndPr/>
        <w:sdtContent>
          <w:r w:rsidR="004A57F8">
            <w:rPr>
              <w:rStyle w:val="ContactInfoChar"/>
            </w:rPr>
            <w:t>Company Name</w:t>
          </w:r>
        </w:sdtContent>
      </w:sdt>
    </w:p>
    <w:p w14:paraId="3F1627DF" w14:textId="77777777" w:rsidR="00497BE8" w:rsidRDefault="00A25C31" w:rsidP="00497BE8">
      <w:pPr>
        <w:pStyle w:val="ContactInfo"/>
      </w:pPr>
      <w:sdt>
        <w:sdtPr>
          <w:alias w:val="Enter recipient street address:"/>
          <w:tag w:val="Enter recipient street address:"/>
          <w:id w:val="19881074"/>
          <w:placeholder>
            <w:docPart w:val="DFD56E8528E048F59E4DC11041859C06"/>
          </w:placeholder>
          <w:temporary/>
          <w:showingPlcHdr/>
          <w15:appearance w15:val="hidden"/>
        </w:sdtPr>
        <w:sdtEndPr/>
        <w:sdtContent>
          <w:r w:rsidR="004A57F8">
            <w:rPr>
              <w:rStyle w:val="ContactInfoChar"/>
            </w:rPr>
            <w:t>Street Address</w:t>
          </w:r>
        </w:sdtContent>
      </w:sdt>
    </w:p>
    <w:p w14:paraId="5004758B" w14:textId="77777777" w:rsidR="00A91C92" w:rsidRDefault="00A25C31">
      <w:pPr>
        <w:rPr>
          <w:b/>
          <w:color w:val="404040" w:themeColor="text1" w:themeTint="BF"/>
        </w:rPr>
      </w:pPr>
      <w:sdt>
        <w:sdtPr>
          <w:alias w:val="Enter recipient city, st zip code:"/>
          <w:tag w:val="Enter recipient city, st zip code:"/>
          <w:id w:val="19881076"/>
          <w:placeholder>
            <w:docPart w:val="3FA233B3B9534A8C911D60F62EEA0DE9"/>
          </w:placeholder>
          <w:temporary/>
          <w:showingPlcHdr/>
          <w15:appearance w15:val="hidden"/>
        </w:sdtPr>
        <w:sdtEndPr/>
        <w:sdtContent>
          <w:r w:rsidR="004A57F8">
            <w:rPr>
              <w:rStyle w:val="ContactInfoChar"/>
            </w:rPr>
            <w:t>City, ST ZIP Code</w:t>
          </w:r>
        </w:sdtContent>
      </w:sdt>
    </w:p>
    <w:p w14:paraId="561E460A" w14:textId="77777777" w:rsidR="00A91C92" w:rsidRPr="005652BE" w:rsidRDefault="004A57F8" w:rsidP="005652BE">
      <w:pPr>
        <w:pStyle w:val="Salutation"/>
      </w:pPr>
      <w:r w:rsidRPr="005652BE">
        <w:t>Dear</w:t>
      </w:r>
      <w:r w:rsidR="005652BE" w:rsidRPr="005652BE">
        <w:t xml:space="preserve"> </w:t>
      </w:r>
      <w:sdt>
        <w:sdtPr>
          <w:alias w:val="Recipient name:"/>
          <w:tag w:val="Recipient name:"/>
          <w:id w:val="1468626496"/>
          <w:placeholder>
            <w:docPart w:val="54A7275070DF42CF8DA1BE57458A207F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EndPr>
          <w:rPr>
            <w:rStyle w:val="Strong"/>
            <w:b/>
            <w:bCs/>
          </w:rPr>
        </w:sdtEndPr>
        <w:sdtContent>
          <w:r w:rsidR="005652BE" w:rsidRPr="005652BE">
            <w:rPr>
              <w:rStyle w:val="Strong"/>
            </w:rPr>
            <w:t>Recipient Name</w:t>
          </w:r>
        </w:sdtContent>
      </w:sdt>
      <w:r w:rsidRPr="005652BE">
        <w:t>:</w:t>
      </w:r>
    </w:p>
    <w:p w14:paraId="6271C0BA" w14:textId="77777777" w:rsidR="006C3A91" w:rsidRDefault="00A25C31">
      <w:sdt>
        <w:sdtPr>
          <w:alias w:val="Enter name of person referring:"/>
          <w:tag w:val="Enter name of person referring:"/>
          <w:id w:val="19881078"/>
          <w:placeholder>
            <w:docPart w:val="7F141C1F4DB64D5C8C3CA5F1D85B790C"/>
          </w:placeholder>
          <w:temporary/>
          <w:showingPlcHdr/>
          <w15:appearance w15:val="hidden"/>
        </w:sdtPr>
        <w:sdtEndPr>
          <w:rPr>
            <w:rStyle w:val="Strong"/>
            <w:b/>
            <w:bCs/>
          </w:rPr>
        </w:sdtEndPr>
        <w:sdtContent>
          <w:r w:rsidR="004A57F8" w:rsidRPr="00B33E59">
            <w:rPr>
              <w:rStyle w:val="Strong"/>
            </w:rPr>
            <w:t>Name of Person Referring</w:t>
          </w:r>
        </w:sdtContent>
      </w:sdt>
      <w:r w:rsidR="004A57F8">
        <w:t xml:space="preserve"> </w:t>
      </w:r>
      <w:sdt>
        <w:sdtPr>
          <w:alias w:val="Enter letter body:"/>
          <w:tag w:val="Enter letter body:"/>
          <w:id w:val="-94181487"/>
          <w:placeholder>
            <w:docPart w:val="75B3BD46C17E4319902928774FAF043C"/>
          </w:placeholder>
          <w:temporary/>
          <w:showingPlcHdr/>
          <w15:appearance w15:val="hidden"/>
        </w:sdtPr>
        <w:sdtEndPr/>
        <w:sdtContent>
          <w:r w:rsidR="006C3A91">
            <w:t>suggested that I contact you regarding the open</w:t>
          </w:r>
        </w:sdtContent>
      </w:sdt>
      <w:r w:rsidR="006C3A91">
        <w:t xml:space="preserve"> </w:t>
      </w:r>
      <w:sdt>
        <w:sdtPr>
          <w:alias w:val="Enter job title:"/>
          <w:tag w:val="Enter job title:"/>
          <w:id w:val="19881079"/>
          <w:placeholder>
            <w:docPart w:val="FC1EDE95020E46C0B434BB53B5EF58ED"/>
          </w:placeholder>
          <w:temporary/>
          <w:showingPlcHdr/>
          <w15:appearance w15:val="hidden"/>
        </w:sdtPr>
        <w:sdtEndPr>
          <w:rPr>
            <w:rStyle w:val="Strong"/>
            <w:b/>
            <w:bCs/>
          </w:rPr>
        </w:sdtEndPr>
        <w:sdtContent>
          <w:r w:rsidR="004A57F8" w:rsidRPr="00B33E59">
            <w:rPr>
              <w:rStyle w:val="Strong"/>
            </w:rPr>
            <w:t>job title</w:t>
          </w:r>
        </w:sdtContent>
      </w:sdt>
      <w:r w:rsidR="004A57F8">
        <w:t xml:space="preserve"> </w:t>
      </w:r>
      <w:sdt>
        <w:sdtPr>
          <w:alias w:val="Enter letter body:"/>
          <w:tag w:val="Enter letter body:"/>
          <w:id w:val="505024430"/>
          <w:placeholder>
            <w:docPart w:val="235DA5EB10864B04B32C961542762126"/>
          </w:placeholder>
          <w:temporary/>
          <w:showingPlcHdr/>
          <w15:appearance w15:val="hidden"/>
        </w:sdtPr>
        <w:sdtEndPr/>
        <w:sdtContent>
          <w:r w:rsidR="006C3A91">
            <w:t>position with</w:t>
          </w:r>
        </w:sdtContent>
      </w:sdt>
      <w:r w:rsidR="006C3A91">
        <w:t xml:space="preserve"> </w:t>
      </w:r>
      <w:sdt>
        <w:sdtPr>
          <w:alias w:val="Enter company name:"/>
          <w:tag w:val="Enter company name:"/>
          <w:id w:val="19881080"/>
          <w:placeholder>
            <w:docPart w:val="FDF58EBBFEE3420AAEBBFD1DBD069526"/>
          </w:placeholder>
          <w:temporary/>
          <w:showingPlcHdr/>
          <w15:appearance w15:val="hidden"/>
        </w:sdtPr>
        <w:sdtEndPr>
          <w:rPr>
            <w:rStyle w:val="Strong"/>
            <w:b/>
            <w:bCs/>
          </w:rPr>
        </w:sdtEndPr>
        <w:sdtContent>
          <w:r w:rsidR="004A57F8" w:rsidRPr="00B33E59">
            <w:rPr>
              <w:rStyle w:val="Strong"/>
            </w:rPr>
            <w:t>Company Name</w:t>
          </w:r>
        </w:sdtContent>
      </w:sdt>
      <w:r w:rsidR="004A57F8">
        <w:t xml:space="preserve">. </w:t>
      </w:r>
      <w:sdt>
        <w:sdtPr>
          <w:alias w:val="Enter letter body:"/>
          <w:tag w:val="Enter letter body:"/>
          <w:id w:val="564227042"/>
          <w:placeholder>
            <w:docPart w:val="C05125D2EC9C43079858CBD4FA7862A7"/>
          </w:placeholder>
          <w:temporary/>
          <w:showingPlcHdr/>
          <w15:appearance w15:val="hidden"/>
        </w:sdtPr>
        <w:sdtEndPr/>
        <w:sdtContent>
          <w:r w:rsidR="006C3A91">
            <w:t>My educational background in</w:t>
          </w:r>
        </w:sdtContent>
      </w:sdt>
      <w:r w:rsidR="006C3A91">
        <w:t xml:space="preserve"> </w:t>
      </w:r>
      <w:sdt>
        <w:sdtPr>
          <w:alias w:val="Enter field of study:"/>
          <w:tag w:val="Enter field of study:"/>
          <w:id w:val="19881081"/>
          <w:placeholder>
            <w:docPart w:val="4FF1A6D6B56849A3ACF9BEC52791401E"/>
          </w:placeholder>
          <w:temporary/>
          <w:showingPlcHdr/>
          <w15:appearance w15:val="hidden"/>
        </w:sdtPr>
        <w:sdtEndPr>
          <w:rPr>
            <w:rStyle w:val="Strong"/>
            <w:b/>
            <w:bCs/>
          </w:rPr>
        </w:sdtEndPr>
        <w:sdtContent>
          <w:r w:rsidR="004A57F8" w:rsidRPr="00B33E59">
            <w:rPr>
              <w:rStyle w:val="Strong"/>
            </w:rPr>
            <w:t>field of study</w:t>
          </w:r>
        </w:sdtContent>
      </w:sdt>
      <w:r w:rsidR="004A57F8">
        <w:t xml:space="preserve">, </w:t>
      </w:r>
      <w:sdt>
        <w:sdtPr>
          <w:alias w:val="Enter letter body:"/>
          <w:tag w:val="Enter letter body:"/>
          <w:id w:val="1638911455"/>
          <w:placeholder>
            <w:docPart w:val="46174B41FDD64BD6B66DC5A4635E1D97"/>
          </w:placeholder>
          <w:temporary/>
          <w:showingPlcHdr/>
          <w15:appearance w15:val="hidden"/>
        </w:sdtPr>
        <w:sdtEndPr/>
        <w:sdtContent>
          <w:r w:rsidR="006C3A91">
            <w:t>along with my professional experience, makes me an excellent candidate for this position.</w:t>
          </w:r>
        </w:sdtContent>
      </w:sdt>
    </w:p>
    <w:p w14:paraId="40FB8A45" w14:textId="77777777" w:rsidR="00A91C92" w:rsidRDefault="00A25C31">
      <w:sdt>
        <w:sdtPr>
          <w:alias w:val="Enter letter body:"/>
          <w:tag w:val="Enter letter body:"/>
          <w:id w:val="2042241344"/>
          <w:placeholder>
            <w:docPart w:val="886B23E3F93742B5AB4D54E35E3EC3BE"/>
          </w:placeholder>
          <w:temporary/>
          <w:showingPlcHdr/>
          <w15:appearance w15:val="hidden"/>
        </w:sdtPr>
        <w:sdtEndPr>
          <w:rPr>
            <w:rStyle w:val="Strong"/>
            <w:b/>
            <w:bCs/>
          </w:rPr>
        </w:sdtEndPr>
        <w:sdtContent>
          <w:r w:rsidR="00103288">
            <w:t>As you will see from the enclosed resume, I have more than</w:t>
          </w:r>
        </w:sdtContent>
      </w:sdt>
      <w:r w:rsidR="00103288">
        <w:rPr>
          <w:rStyle w:val="Strong"/>
        </w:rPr>
        <w:t xml:space="preserve"> </w:t>
      </w:r>
      <w:sdt>
        <w:sdtPr>
          <w:alias w:val="Enter number of years:"/>
          <w:tag w:val="Enter number of years:"/>
          <w:id w:val="19881082"/>
          <w:placeholder>
            <w:docPart w:val="C20B0E5D92C24619899C1E01188E52C5"/>
          </w:placeholder>
          <w:temporary/>
          <w:showingPlcHdr/>
          <w15:appearance w15:val="hidden"/>
        </w:sdtPr>
        <w:sdtEndPr>
          <w:rPr>
            <w:rStyle w:val="Strong"/>
            <w:b/>
            <w:bCs/>
          </w:rPr>
        </w:sdtEndPr>
        <w:sdtContent>
          <w:r w:rsidR="004A57F8" w:rsidRPr="00B33E59">
            <w:rPr>
              <w:rStyle w:val="Strong"/>
            </w:rPr>
            <w:t>number</w:t>
          </w:r>
        </w:sdtContent>
      </w:sdt>
      <w:r w:rsidR="004A57F8">
        <w:t xml:space="preserve"> </w:t>
      </w:r>
      <w:sdt>
        <w:sdtPr>
          <w:alias w:val="Enter letter body:"/>
          <w:tag w:val="Enter letter body:"/>
          <w:id w:val="-1100409298"/>
          <w:placeholder>
            <w:docPart w:val="413BBF00AF6A4BFF9BEC4561F7B5506A"/>
          </w:placeholder>
          <w:temporary/>
          <w:showingPlcHdr/>
          <w15:appearance w15:val="hidden"/>
        </w:sdtPr>
        <w:sdtEndPr/>
        <w:sdtContent>
          <w:r w:rsidR="00103288">
            <w:t>years of experience in the field of</w:t>
          </w:r>
        </w:sdtContent>
      </w:sdt>
      <w:r w:rsidR="00103288">
        <w:t xml:space="preserve"> </w:t>
      </w:r>
      <w:sdt>
        <w:sdtPr>
          <w:alias w:val="Enter area of professional expertise:"/>
          <w:tag w:val="Enter area of professional expertise:"/>
          <w:id w:val="19881083"/>
          <w:placeholder>
            <w:docPart w:val="592FD266CED74EFDABF0AF7CAF280388"/>
          </w:placeholder>
          <w:temporary/>
          <w:showingPlcHdr/>
          <w15:appearance w15:val="hidden"/>
        </w:sdtPr>
        <w:sdtEndPr>
          <w:rPr>
            <w:rStyle w:val="Strong"/>
            <w:b/>
            <w:bCs/>
          </w:rPr>
        </w:sdtEndPr>
        <w:sdtContent>
          <w:r w:rsidR="004A57F8" w:rsidRPr="00B33E59">
            <w:rPr>
              <w:rStyle w:val="Strong"/>
            </w:rPr>
            <w:t>area of professional expertise</w:t>
          </w:r>
        </w:sdtContent>
      </w:sdt>
      <w:r w:rsidR="004A57F8">
        <w:t xml:space="preserve">. </w:t>
      </w:r>
      <w:sdt>
        <w:sdtPr>
          <w:alias w:val="Enter letter body:"/>
          <w:tag w:val="Enter letter body:"/>
          <w:id w:val="-664480936"/>
          <w:placeholder>
            <w:docPart w:val="E6855586AC9048A195DB86636E82D1F3"/>
          </w:placeholder>
          <w:temporary/>
          <w:showingPlcHdr/>
          <w15:appearance w15:val="hidden"/>
        </w:sdtPr>
        <w:sdtEndPr/>
        <w:sdtContent>
          <w:r w:rsidR="00103288">
            <w:t>My resume shows that I have been consistently rewarded for hard work with promotions and increased responsibilities. These rewards are a direct result of my expertise in</w:t>
          </w:r>
        </w:sdtContent>
      </w:sdt>
      <w:r w:rsidR="00103288">
        <w:t xml:space="preserve"> </w:t>
      </w:r>
      <w:sdt>
        <w:sdtPr>
          <w:alias w:val="Enter area of professional expertise:"/>
          <w:tag w:val="Enter area of professional expertise:"/>
          <w:id w:val="19881084"/>
          <w:placeholder>
            <w:docPart w:val="F0BA0FF944154E69A15C014493EE00E6"/>
          </w:placeholder>
          <w:temporary/>
          <w:showingPlcHdr/>
          <w15:appearance w15:val="hidden"/>
        </w:sdtPr>
        <w:sdtEndPr>
          <w:rPr>
            <w:rStyle w:val="Strong"/>
            <w:b/>
            <w:bCs/>
          </w:rPr>
        </w:sdtEndPr>
        <w:sdtContent>
          <w:r w:rsidR="004A57F8" w:rsidRPr="00B33E59">
            <w:rPr>
              <w:rStyle w:val="Strong"/>
            </w:rPr>
            <w:t>area of professional expertise</w:t>
          </w:r>
        </w:sdtContent>
      </w:sdt>
      <w:r w:rsidR="004A57F8">
        <w:t xml:space="preserve">, </w:t>
      </w:r>
      <w:sdt>
        <w:sdtPr>
          <w:alias w:val="Enter letter body:"/>
          <w:tag w:val="Enter letter body:"/>
          <w:id w:val="-719985430"/>
          <w:placeholder>
            <w:docPart w:val="4EBD2CF990E04C97ACF5A099227E3CD1"/>
          </w:placeholder>
          <w:temporary/>
          <w:showingPlcHdr/>
          <w15:appearance w15:val="hidden"/>
        </w:sdtPr>
        <w:sdtEndPr/>
        <w:sdtContent>
          <w:r w:rsidR="00103288">
            <w:t>my commitment to personal and professional excellence, and my excellent written and oral communication skills.</w:t>
          </w:r>
        </w:sdtContent>
      </w:sdt>
    </w:p>
    <w:p w14:paraId="0CF445B9" w14:textId="77777777" w:rsidR="00A91C92" w:rsidRDefault="00A25C31">
      <w:sdt>
        <w:sdtPr>
          <w:alias w:val="Enter letter body:"/>
          <w:tag w:val="Enter letter body:"/>
          <w:id w:val="1034535160"/>
          <w:placeholder>
            <w:docPart w:val="AE1BD1E7207B403E98510536ECDD8D1F"/>
          </w:placeholder>
          <w:temporary/>
          <w:showingPlcHdr/>
          <w15:appearance w15:val="hidden"/>
        </w:sdtPr>
        <w:sdtEndPr>
          <w:rPr>
            <w:rStyle w:val="Strong"/>
            <w:b/>
            <w:bCs/>
          </w:rPr>
        </w:sdtEndPr>
        <w:sdtContent>
          <w:r w:rsidR="00103288">
            <w:t>If you have questions, or if you want to schedule an interview, please contact me at</w:t>
          </w:r>
        </w:sdtContent>
      </w:sdt>
      <w:r w:rsidR="00103288">
        <w:rPr>
          <w:rStyle w:val="Strong"/>
        </w:rPr>
        <w:t xml:space="preserve"> </w:t>
      </w:r>
      <w:sdt>
        <w:sdtPr>
          <w:alias w:val="Enter phone number:"/>
          <w:tag w:val="Enter phone number:"/>
          <w:id w:val="19881085"/>
          <w:placeholder>
            <w:docPart w:val="AF23AF5C14B84241ADFF93BD25C8F49C"/>
          </w:placeholder>
          <w:temporary/>
          <w:showingPlcHdr/>
          <w15:appearance w15:val="hidden"/>
        </w:sdtPr>
        <w:sdtEndPr>
          <w:rPr>
            <w:rStyle w:val="Strong"/>
            <w:b/>
            <w:bCs/>
          </w:rPr>
        </w:sdtEndPr>
        <w:sdtContent>
          <w:r w:rsidR="004A57F8" w:rsidRPr="00B33E59">
            <w:rPr>
              <w:rStyle w:val="Strong"/>
            </w:rPr>
            <w:t>phone number</w:t>
          </w:r>
        </w:sdtContent>
      </w:sdt>
      <w:r w:rsidR="004A57F8">
        <w:t xml:space="preserve">. </w:t>
      </w:r>
      <w:sdt>
        <w:sdtPr>
          <w:alias w:val="Enter letter body:"/>
          <w:tag w:val="Enter letter body:"/>
          <w:id w:val="793487779"/>
          <w:placeholder>
            <w:docPart w:val="A5BDE1C34DDE426AAC020BE16419D4F7"/>
          </w:placeholder>
          <w:temporary/>
          <w:showingPlcHdr/>
          <w15:appearance w15:val="hidden"/>
        </w:sdtPr>
        <w:sdtEndPr/>
        <w:sdtContent>
          <w:r w:rsidR="00103288">
            <w:t>I look forward to meeting you to further discuss employment opportunities with</w:t>
          </w:r>
        </w:sdtContent>
      </w:sdt>
      <w:r w:rsidR="00103288">
        <w:t xml:space="preserve"> </w:t>
      </w:r>
      <w:sdt>
        <w:sdtPr>
          <w:alias w:val="Enter company name:"/>
          <w:tag w:val="Enter company name:"/>
          <w:id w:val="19881086"/>
          <w:placeholder>
            <w:docPart w:val="3033BD40CEEF4B7AB8B59FC34225B424"/>
          </w:placeholder>
          <w:temporary/>
          <w:showingPlcHdr/>
          <w15:appearance w15:val="hidden"/>
        </w:sdtPr>
        <w:sdtEndPr>
          <w:rPr>
            <w:rStyle w:val="Strong"/>
            <w:b/>
            <w:bCs/>
          </w:rPr>
        </w:sdtEndPr>
        <w:sdtContent>
          <w:r w:rsidR="004A57F8" w:rsidRPr="00B33E59">
            <w:rPr>
              <w:rStyle w:val="Strong"/>
            </w:rPr>
            <w:t>Company Name</w:t>
          </w:r>
        </w:sdtContent>
      </w:sdt>
      <w:r w:rsidR="004A57F8">
        <w:t>.</w:t>
      </w:r>
    </w:p>
    <w:p w14:paraId="122376B8" w14:textId="77777777" w:rsidR="00A91C92" w:rsidRPr="007F4BFC" w:rsidRDefault="00A25C31" w:rsidP="007F4BFC">
      <w:pPr>
        <w:pStyle w:val="Closing"/>
      </w:pPr>
      <w:sdt>
        <w:sdtPr>
          <w:alias w:val="Sincerely:"/>
          <w:tag w:val="Sincerely:"/>
          <w:id w:val="-1171488655"/>
          <w:placeholder>
            <w:docPart w:val="889EA1828ECB44A18025D9663C772B6B"/>
          </w:placeholder>
          <w:temporary/>
          <w:showingPlcHdr/>
          <w15:appearance w15:val="hidden"/>
        </w:sdtPr>
        <w:sdtEndPr/>
        <w:sdtContent>
          <w:r w:rsidR="00103288">
            <w:t>Sincerely</w:t>
          </w:r>
        </w:sdtContent>
      </w:sdt>
      <w:r w:rsidR="00FD581A">
        <w:t>,</w:t>
      </w:r>
    </w:p>
    <w:p w14:paraId="758E2045" w14:textId="77777777" w:rsidR="00EA67B2" w:rsidRDefault="00A25C31" w:rsidP="007F4BFC">
      <w:pPr>
        <w:pStyle w:val="Signature"/>
        <w:rPr>
          <w:rStyle w:val="SignatureChar"/>
          <w:b/>
        </w:rPr>
      </w:pPr>
      <w:sdt>
        <w:sdtPr>
          <w:rPr>
            <w:rStyle w:val="SignatureChar"/>
            <w:b/>
          </w:rPr>
          <w:alias w:val="Enter your name:"/>
          <w:tag w:val="Enter your name:"/>
          <w:id w:val="2079164868"/>
          <w:placeholder>
            <w:docPart w:val="627D529F026F4449AAC9A40C109C8A0D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>
          <w:rPr>
            <w:rStyle w:val="SignatureChar"/>
          </w:rPr>
        </w:sdtEndPr>
        <w:sdtContent>
          <w:r w:rsidR="00EA67B2" w:rsidRPr="007F4BFC">
            <w:rPr>
              <w:rStyle w:val="SignatureChar"/>
              <w:b/>
            </w:rPr>
            <w:t>Your Name</w:t>
          </w:r>
        </w:sdtContent>
      </w:sdt>
    </w:p>
    <w:sdt>
      <w:sdtPr>
        <w:alias w:val="Enter encloser:"/>
        <w:tag w:val="Enter encloser:"/>
        <w:id w:val="831730893"/>
        <w:placeholder>
          <w:docPart w:val="13622623E3E54847AC577B85193C8392"/>
        </w:placeholder>
        <w:temporary/>
        <w:showingPlcHdr/>
        <w15:appearance w15:val="hidden"/>
      </w:sdtPr>
      <w:sdtEndPr>
        <w:rPr>
          <w:rStyle w:val="SignatureChar"/>
          <w:b/>
        </w:rPr>
      </w:sdtEndPr>
      <w:sdtContent>
        <w:p w14:paraId="6878F671" w14:textId="77777777" w:rsidR="005D2F2D" w:rsidRDefault="00103288" w:rsidP="00103288">
          <w:r>
            <w:t>Enclosure</w:t>
          </w:r>
        </w:p>
      </w:sdtContent>
    </w:sdt>
    <w:sectPr w:rsidR="005D2F2D" w:rsidSect="005D2F2D">
      <w:headerReference w:type="default" r:id="rId7"/>
      <w:footerReference w:type="default" r:id="rId8"/>
      <w:headerReference w:type="first" r:id="rId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FFC49" w14:textId="77777777" w:rsidR="00A25C31" w:rsidRDefault="00A25C31">
      <w:pPr>
        <w:spacing w:after="0" w:line="240" w:lineRule="auto"/>
      </w:pPr>
      <w:r>
        <w:separator/>
      </w:r>
    </w:p>
  </w:endnote>
  <w:endnote w:type="continuationSeparator" w:id="0">
    <w:p w14:paraId="78BF9F0A" w14:textId="77777777" w:rsidR="00A25C31" w:rsidRDefault="00A25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835747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ABDC86" w14:textId="77777777" w:rsidR="005D2F2D" w:rsidRDefault="005D2F2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7D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11641" w14:textId="77777777" w:rsidR="00A25C31" w:rsidRDefault="00A25C31">
      <w:pPr>
        <w:spacing w:after="0" w:line="240" w:lineRule="auto"/>
      </w:pPr>
      <w:r>
        <w:separator/>
      </w:r>
    </w:p>
  </w:footnote>
  <w:footnote w:type="continuationSeparator" w:id="0">
    <w:p w14:paraId="50C9AFF8" w14:textId="77777777" w:rsidR="00A25C31" w:rsidRDefault="00A25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A6224" w14:textId="77777777" w:rsidR="005D2F2D" w:rsidRDefault="005D2F2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FD11665" wp14:editId="2355061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1" name="Rectangle 1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71FE80B5" id="Rectangle 1" o:spid="_x0000_s1026" alt="Single line border around page" style="position:absolute;margin-left:0;margin-top:0;width:561.6pt;height:741.6pt;z-index:251659264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31F84" w14:textId="77777777" w:rsidR="005D2F2D" w:rsidRDefault="005D2F2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FD6B12A" wp14:editId="3A575CD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2320" cy="9418320"/>
              <wp:effectExtent l="0" t="0" r="19685" b="27305"/>
              <wp:wrapNone/>
              <wp:docPr id="2" name="Rectangle 2" descr="Single line border around pag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32320" cy="94183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91800</wp14:pctWidth>
              </wp14:sizeRelH>
              <wp14:sizeRelV relativeFrom="page">
                <wp14:pctHeight>93700</wp14:pctHeight>
              </wp14:sizeRelV>
            </wp:anchor>
          </w:drawing>
        </mc:Choice>
        <mc:Fallback>
          <w:pict>
            <v:rect w14:anchorId="1B32EFA7" id="Rectangle 2" o:spid="_x0000_s1026" alt="Single line border around page" style="position:absolute;margin-left:0;margin-top:0;width:561.6pt;height:741.6pt;z-index:251661312;visibility:visible;mso-wrap-style:square;mso-width-percent:918;mso-height-percent:937;mso-wrap-distance-left:9pt;mso-wrap-distance-top:0;mso-wrap-distance-right:9pt;mso-wrap-distance-bottom:0;mso-position-horizontal:center;mso-position-horizontal-relative:page;mso-position-vertical:center;mso-position-vertical-relative:page;mso-width-percent:918;mso-height-percent:937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" filled="f" strokecolor="#d8d8d8 [2732]" strokeweight=".5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D1A324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6609BD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9E62A5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A5442F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468252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545D3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BE59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EEEA9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F2BFA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E03C5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3C65C54"/>
    <w:multiLevelType w:val="hybridMultilevel"/>
    <w:tmpl w:val="874AA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C31"/>
    <w:rsid w:val="00035644"/>
    <w:rsid w:val="00103288"/>
    <w:rsid w:val="001177C5"/>
    <w:rsid w:val="00137E6D"/>
    <w:rsid w:val="00164FBF"/>
    <w:rsid w:val="00165A42"/>
    <w:rsid w:val="001A2CAF"/>
    <w:rsid w:val="001E73BE"/>
    <w:rsid w:val="002B18E3"/>
    <w:rsid w:val="00377ED3"/>
    <w:rsid w:val="003833F7"/>
    <w:rsid w:val="0041311A"/>
    <w:rsid w:val="00436753"/>
    <w:rsid w:val="00455A29"/>
    <w:rsid w:val="00466C6C"/>
    <w:rsid w:val="00490BA5"/>
    <w:rsid w:val="00497BE8"/>
    <w:rsid w:val="004A57F8"/>
    <w:rsid w:val="004E3B86"/>
    <w:rsid w:val="004E7187"/>
    <w:rsid w:val="00523EB5"/>
    <w:rsid w:val="005652BE"/>
    <w:rsid w:val="00584747"/>
    <w:rsid w:val="005A1D18"/>
    <w:rsid w:val="005D2F2D"/>
    <w:rsid w:val="005E593A"/>
    <w:rsid w:val="005F7112"/>
    <w:rsid w:val="00645824"/>
    <w:rsid w:val="0064615E"/>
    <w:rsid w:val="006C3A91"/>
    <w:rsid w:val="00711278"/>
    <w:rsid w:val="00755985"/>
    <w:rsid w:val="00784F5A"/>
    <w:rsid w:val="007B53A1"/>
    <w:rsid w:val="007C3B24"/>
    <w:rsid w:val="007E2F0D"/>
    <w:rsid w:val="007F4BFC"/>
    <w:rsid w:val="0080179B"/>
    <w:rsid w:val="00844ACF"/>
    <w:rsid w:val="008D3382"/>
    <w:rsid w:val="008D6599"/>
    <w:rsid w:val="0097171E"/>
    <w:rsid w:val="009D264B"/>
    <w:rsid w:val="00A25C31"/>
    <w:rsid w:val="00A4696C"/>
    <w:rsid w:val="00A91C92"/>
    <w:rsid w:val="00B33E59"/>
    <w:rsid w:val="00BD5253"/>
    <w:rsid w:val="00C932F9"/>
    <w:rsid w:val="00E07ED4"/>
    <w:rsid w:val="00E61E00"/>
    <w:rsid w:val="00E97DF9"/>
    <w:rsid w:val="00EA67B2"/>
    <w:rsid w:val="00EF0D01"/>
    <w:rsid w:val="00EF368C"/>
    <w:rsid w:val="00F05457"/>
    <w:rsid w:val="00F27D09"/>
    <w:rsid w:val="00F3381E"/>
    <w:rsid w:val="00F84984"/>
    <w:rsid w:val="00F9594C"/>
    <w:rsid w:val="00FD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431E8D"/>
  <w15:docId w15:val="{F8778F3C-70BF-4963-925A-7D4ACDF97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ACF"/>
  </w:style>
  <w:style w:type="paragraph" w:styleId="Heading1">
    <w:name w:val="heading 1"/>
    <w:basedOn w:val="Normal"/>
    <w:link w:val="Heading1Char"/>
    <w:uiPriority w:val="9"/>
    <w:qFormat/>
    <w:rsid w:val="00E61E00"/>
    <w:pPr>
      <w:keepNext/>
      <w:keepLines/>
      <w:spacing w:before="240"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38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38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38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381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38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381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1E0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1E0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C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E593A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93A"/>
  </w:style>
  <w:style w:type="paragraph" w:styleId="Footer">
    <w:name w:val="footer"/>
    <w:basedOn w:val="Normal"/>
    <w:link w:val="FooterChar"/>
    <w:uiPriority w:val="99"/>
    <w:unhideWhenUsed/>
    <w:rsid w:val="005E593A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93A"/>
  </w:style>
  <w:style w:type="paragraph" w:styleId="Bibliography">
    <w:name w:val="Bibliography"/>
    <w:basedOn w:val="Normal"/>
    <w:next w:val="Normal"/>
    <w:uiPriority w:val="37"/>
    <w:semiHidden/>
    <w:unhideWhenUsed/>
    <w:rsid w:val="00F3381E"/>
  </w:style>
  <w:style w:type="character" w:styleId="PlaceholderText">
    <w:name w:val="Placeholder Text"/>
    <w:basedOn w:val="DefaultParagraphFont"/>
    <w:uiPriority w:val="99"/>
    <w:semiHidden/>
    <w:rsid w:val="00A91C92"/>
    <w:rPr>
      <w:color w:val="808080"/>
    </w:rPr>
  </w:style>
  <w:style w:type="paragraph" w:styleId="BlockText">
    <w:name w:val="Block Text"/>
    <w:basedOn w:val="Normal"/>
    <w:uiPriority w:val="99"/>
    <w:semiHidden/>
    <w:unhideWhenUsed/>
    <w:rsid w:val="00E61E00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E00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E00"/>
    <w:rPr>
      <w:rFonts w:ascii="Tahoma" w:hAnsi="Tahoma" w:cs="Tahoma"/>
      <w:szCs w:val="16"/>
    </w:rPr>
  </w:style>
  <w:style w:type="paragraph" w:customStyle="1" w:styleId="Recipient">
    <w:name w:val="Recipient"/>
    <w:basedOn w:val="Normal"/>
    <w:link w:val="RecipientChar"/>
    <w:uiPriority w:val="4"/>
    <w:qFormat/>
    <w:rsid w:val="00164FBF"/>
    <w:pPr>
      <w:spacing w:after="0" w:line="240" w:lineRule="auto"/>
    </w:pPr>
    <w:rPr>
      <w:b/>
      <w:noProof/>
      <w:color w:val="984806" w:themeColor="accent6" w:themeShade="80"/>
      <w:sz w:val="24"/>
    </w:rPr>
  </w:style>
  <w:style w:type="character" w:customStyle="1" w:styleId="RecipientChar">
    <w:name w:val="Recipient Char"/>
    <w:basedOn w:val="DefaultParagraphFont"/>
    <w:link w:val="Recipient"/>
    <w:uiPriority w:val="4"/>
    <w:rsid w:val="00164FBF"/>
    <w:rPr>
      <w:b/>
      <w:noProof/>
      <w:color w:val="984806" w:themeColor="accent6" w:themeShade="80"/>
      <w:sz w:val="24"/>
    </w:rPr>
  </w:style>
  <w:style w:type="paragraph" w:customStyle="1" w:styleId="ContactInfo">
    <w:name w:val="Contact Info"/>
    <w:basedOn w:val="Normal"/>
    <w:link w:val="ContactInfoChar"/>
    <w:uiPriority w:val="2"/>
    <w:qFormat/>
    <w:rsid w:val="00A91C92"/>
    <w:pPr>
      <w:spacing w:after="0" w:line="240" w:lineRule="auto"/>
    </w:pPr>
    <w:rPr>
      <w:color w:val="000000" w:themeColor="text1"/>
    </w:rPr>
  </w:style>
  <w:style w:type="character" w:customStyle="1" w:styleId="ContactInfoChar">
    <w:name w:val="Contact Info Char"/>
    <w:basedOn w:val="DefaultParagraphFont"/>
    <w:link w:val="ContactInfo"/>
    <w:uiPriority w:val="2"/>
    <w:rsid w:val="005F7112"/>
    <w:rPr>
      <w:color w:val="000000" w:themeColor="text1"/>
    </w:rPr>
  </w:style>
  <w:style w:type="paragraph" w:styleId="Signature">
    <w:name w:val="Signature"/>
    <w:basedOn w:val="Normal"/>
    <w:link w:val="SignatureChar"/>
    <w:uiPriority w:val="8"/>
    <w:qFormat/>
    <w:rsid w:val="007F4BFC"/>
    <w:pPr>
      <w:spacing w:after="0" w:line="240" w:lineRule="auto"/>
    </w:pPr>
    <w:rPr>
      <w:b/>
    </w:rPr>
  </w:style>
  <w:style w:type="character" w:customStyle="1" w:styleId="SignatureChar">
    <w:name w:val="Signature Char"/>
    <w:basedOn w:val="DefaultParagraphFont"/>
    <w:link w:val="Signature"/>
    <w:uiPriority w:val="8"/>
    <w:rsid w:val="005E593A"/>
    <w:rPr>
      <w:b/>
    </w:rPr>
  </w:style>
  <w:style w:type="paragraph" w:styleId="Date">
    <w:name w:val="Date"/>
    <w:basedOn w:val="Normal"/>
    <w:next w:val="Normal"/>
    <w:link w:val="DateChar"/>
    <w:uiPriority w:val="3"/>
    <w:qFormat/>
    <w:rsid w:val="00377ED3"/>
    <w:pPr>
      <w:spacing w:before="360" w:after="360" w:line="240" w:lineRule="auto"/>
    </w:pPr>
    <w:rPr>
      <w:b/>
    </w:rPr>
  </w:style>
  <w:style w:type="character" w:customStyle="1" w:styleId="DateChar">
    <w:name w:val="Date Char"/>
    <w:basedOn w:val="DefaultParagraphFont"/>
    <w:link w:val="Date"/>
    <w:uiPriority w:val="3"/>
    <w:rsid w:val="005E593A"/>
    <w:rPr>
      <w:b/>
    </w:rPr>
  </w:style>
  <w:style w:type="paragraph" w:styleId="Title">
    <w:name w:val="Title"/>
    <w:basedOn w:val="Normal"/>
    <w:link w:val="TitleChar"/>
    <w:uiPriority w:val="1"/>
    <w:qFormat/>
    <w:rsid w:val="00F9594C"/>
    <w:pPr>
      <w:spacing w:after="0" w:line="264" w:lineRule="auto"/>
    </w:pPr>
    <w:rPr>
      <w:rFonts w:eastAsiaTheme="majorEastAsia" w:cstheme="majorBidi"/>
      <w:b/>
      <w:color w:val="215868" w:themeColor="accent5" w:themeShade="80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F9594C"/>
    <w:rPr>
      <w:rFonts w:eastAsiaTheme="majorEastAsia" w:cstheme="majorBidi"/>
      <w:b/>
      <w:color w:val="215868" w:themeColor="accent5" w:themeShade="80"/>
      <w:sz w:val="32"/>
      <w:szCs w:val="56"/>
    </w:rPr>
  </w:style>
  <w:style w:type="paragraph" w:styleId="BodyText">
    <w:name w:val="Body Text"/>
    <w:basedOn w:val="Normal"/>
    <w:link w:val="BodyTextChar"/>
    <w:uiPriority w:val="99"/>
    <w:semiHidden/>
    <w:unhideWhenUsed/>
    <w:rsid w:val="00F338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3381E"/>
  </w:style>
  <w:style w:type="paragraph" w:styleId="BodyText2">
    <w:name w:val="Body Text 2"/>
    <w:basedOn w:val="Normal"/>
    <w:link w:val="BodyText2Char"/>
    <w:uiPriority w:val="99"/>
    <w:semiHidden/>
    <w:unhideWhenUsed/>
    <w:rsid w:val="00F338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3381E"/>
  </w:style>
  <w:style w:type="paragraph" w:styleId="BodyText3">
    <w:name w:val="Body Text 3"/>
    <w:basedOn w:val="Normal"/>
    <w:link w:val="BodyText3Char"/>
    <w:uiPriority w:val="99"/>
    <w:semiHidden/>
    <w:unhideWhenUsed/>
    <w:rsid w:val="00E61E0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61E00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3381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3381E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3381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3381E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3381E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3381E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3381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3381E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61E00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61E00"/>
    <w:rPr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61E00"/>
    <w:pPr>
      <w:spacing w:line="240" w:lineRule="auto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next w:val="Signature"/>
    <w:link w:val="ClosingChar"/>
    <w:uiPriority w:val="7"/>
    <w:qFormat/>
    <w:rsid w:val="007F4BFC"/>
    <w:pPr>
      <w:spacing w:after="96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5E593A"/>
  </w:style>
  <w:style w:type="table" w:styleId="ColorfulGrid">
    <w:name w:val="Colorful Grid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61E0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E0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E0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E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E00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61E0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1E00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3381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3381E"/>
  </w:style>
  <w:style w:type="character" w:styleId="EndnoteReference">
    <w:name w:val="endnote reference"/>
    <w:basedOn w:val="DefaultParagraphFont"/>
    <w:uiPriority w:val="99"/>
    <w:semiHidden/>
    <w:unhideWhenUsed/>
    <w:rsid w:val="00F3381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61E00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1E00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F3381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61E0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3381E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F3381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61E00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1E00"/>
    <w:rPr>
      <w:szCs w:val="20"/>
    </w:rPr>
  </w:style>
  <w:style w:type="table" w:styleId="GridTable1Light">
    <w:name w:val="Grid Table 1 Light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F338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F3381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F3381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F338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F3381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3381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F338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F3381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F3381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F338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F3381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F3381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61E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38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8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381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381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38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38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1E0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1E0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F3381E"/>
  </w:style>
  <w:style w:type="paragraph" w:styleId="HTMLAddress">
    <w:name w:val="HTML Address"/>
    <w:basedOn w:val="Normal"/>
    <w:link w:val="HTMLAddressChar"/>
    <w:uiPriority w:val="99"/>
    <w:semiHidden/>
    <w:unhideWhenUsed/>
    <w:rsid w:val="00F3381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3381E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F3381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E61E00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3381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61E0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1E00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1E00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F3381E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61E00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3381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3381E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3381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3381E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F3381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F338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F3381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F3381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F338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F3381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F3381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3381E"/>
  </w:style>
  <w:style w:type="paragraph" w:styleId="List">
    <w:name w:val="List"/>
    <w:basedOn w:val="Normal"/>
    <w:uiPriority w:val="99"/>
    <w:semiHidden/>
    <w:unhideWhenUsed/>
    <w:rsid w:val="00F3381E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F3381E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F3381E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381E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F3381E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F3381E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3381E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3381E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3381E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3381E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F3381E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3381E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3381E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3381E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3381E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F3381E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F3381E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F3381E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F3381E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F3381E"/>
    <w:pPr>
      <w:numPr>
        <w:numId w:val="11"/>
      </w:numPr>
      <w:contextualSpacing/>
    </w:pPr>
  </w:style>
  <w:style w:type="table" w:styleId="ListTable1Light">
    <w:name w:val="List Table 1 Light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F3381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F338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F3381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F3381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F338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F3381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F3381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F338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F3381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F3381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F338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F3381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F3381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E61E0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61E00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F3381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F338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F3381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3381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3381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F3381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3381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3381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3381E"/>
  </w:style>
  <w:style w:type="character" w:styleId="PageNumber">
    <w:name w:val="page number"/>
    <w:basedOn w:val="DefaultParagraphFont"/>
    <w:uiPriority w:val="99"/>
    <w:semiHidden/>
    <w:unhideWhenUsed/>
    <w:rsid w:val="00F3381E"/>
  </w:style>
  <w:style w:type="table" w:styleId="PlainTable1">
    <w:name w:val="Plain Table 1"/>
    <w:basedOn w:val="TableNormal"/>
    <w:uiPriority w:val="41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F3381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F3381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E61E00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E00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F3381E"/>
  </w:style>
  <w:style w:type="character" w:customStyle="1" w:styleId="SalutationChar">
    <w:name w:val="Salutation Char"/>
    <w:basedOn w:val="DefaultParagraphFont"/>
    <w:link w:val="Salutation"/>
    <w:uiPriority w:val="5"/>
    <w:rsid w:val="005E593A"/>
  </w:style>
  <w:style w:type="character" w:styleId="Strong">
    <w:name w:val="Strong"/>
    <w:basedOn w:val="DefaultParagraphFont"/>
    <w:uiPriority w:val="6"/>
    <w:qFormat/>
    <w:rsid w:val="00F3381E"/>
    <w:rPr>
      <w:b/>
      <w:bCs/>
    </w:rPr>
  </w:style>
  <w:style w:type="table" w:styleId="Table3Deffects1">
    <w:name w:val="Table 3D effects 1"/>
    <w:basedOn w:val="TableNormal"/>
    <w:uiPriority w:val="99"/>
    <w:semiHidden/>
    <w:unhideWhenUsed/>
    <w:rsid w:val="00F3381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3381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3381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F3381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3381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3381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3381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3381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3381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3381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F3381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3381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3381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3381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3381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F3381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3381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F3381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3381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3381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3381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3381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3381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3381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3381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F3381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F3381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3381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3381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3381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3381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3381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3381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3381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3381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3381E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F3381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3381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3381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3381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3381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3381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33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F3381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3381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3381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F3381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3381E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F3381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F3381E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F3381E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F3381E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F3381E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F3381E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F3381E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F3381E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381E"/>
    <w:pPr>
      <w:outlineLvl w:val="9"/>
    </w:pPr>
  </w:style>
  <w:style w:type="paragraph" w:styleId="Subtitle">
    <w:name w:val="Subtitle"/>
    <w:basedOn w:val="Normal"/>
    <w:link w:val="SubtitleChar"/>
    <w:uiPriority w:val="11"/>
    <w:semiHidden/>
    <w:unhideWhenUsed/>
    <w:rsid w:val="00164FBF"/>
    <w:pPr>
      <w:numPr>
        <w:ilvl w:val="1"/>
      </w:numPr>
      <w:spacing w:after="160"/>
      <w:contextualSpacing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164FBF"/>
    <w:rPr>
      <w:rFonts w:eastAsiaTheme="minorEastAsia"/>
      <w:color w:val="5A5A5A" w:themeColor="text1" w:themeTint="A5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8D3382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D338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8D338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D3382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rsid w:val="008D3382"/>
    <w:rPr>
      <w:b/>
      <w:bCs/>
      <w:caps w:val="0"/>
      <w:smallCaps/>
      <w:color w:val="365F91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rsid w:val="008D3382"/>
    <w:rPr>
      <w:b/>
      <w:bCs/>
      <w:i/>
      <w:iCs/>
      <w:spacing w:val="0"/>
    </w:rPr>
  </w:style>
  <w:style w:type="character" w:styleId="IntenseEmphasis">
    <w:name w:val="Intense Emphasis"/>
    <w:basedOn w:val="DefaultParagraphFont"/>
    <w:uiPriority w:val="21"/>
    <w:semiHidden/>
    <w:unhideWhenUsed/>
    <w:rsid w:val="00E61E00"/>
    <w:rPr>
      <w:i/>
      <w:iCs/>
      <w:color w:val="365F91" w:themeColor="accent1" w:themeShade="BF"/>
    </w:rPr>
  </w:style>
  <w:style w:type="character" w:styleId="Emphasis">
    <w:name w:val="Emphasis"/>
    <w:basedOn w:val="DefaultParagraphFont"/>
    <w:uiPriority w:val="20"/>
    <w:semiHidden/>
    <w:unhideWhenUsed/>
    <w:rsid w:val="004E3B86"/>
    <w:rPr>
      <w:i/>
      <w:iCs/>
    </w:rPr>
  </w:style>
  <w:style w:type="paragraph" w:styleId="ListParagraph">
    <w:name w:val="List Paragraph"/>
    <w:basedOn w:val="Normal"/>
    <w:uiPriority w:val="34"/>
    <w:semiHidden/>
    <w:unhideWhenUsed/>
    <w:rsid w:val="004E3B86"/>
    <w:pPr>
      <w:ind w:left="720"/>
      <w:contextualSpacing/>
    </w:pPr>
  </w:style>
  <w:style w:type="paragraph" w:styleId="NoSpacing">
    <w:name w:val="No Spacing"/>
    <w:uiPriority w:val="1"/>
    <w:semiHidden/>
    <w:unhideWhenUsed/>
    <w:rsid w:val="004E3B86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semiHidden/>
    <w:unhideWhenUsed/>
    <w:rsid w:val="004E3B8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rsid w:val="004E3B86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520\AppData\Roaming\Microsoft\Templates\Cover%20letter%20for%20functional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B6A2180CA1C41079869F7FA9AD94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730D2-FCA4-47C2-A5DD-7232CBB9C3C6}"/>
      </w:docPartPr>
      <w:docPartBody>
        <w:p w:rsidR="00000000" w:rsidRDefault="00555B8F">
          <w:pPr>
            <w:pStyle w:val="DB6A2180CA1C41079869F7FA9AD946B8"/>
          </w:pPr>
          <w:r w:rsidRPr="003833F7">
            <w:rPr>
              <w:rStyle w:val="TitleChar"/>
            </w:rPr>
            <w:t>Your Name</w:t>
          </w:r>
        </w:p>
      </w:docPartBody>
    </w:docPart>
    <w:docPart>
      <w:docPartPr>
        <w:name w:val="342DC41281A641958AD77AD5E9AEF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A5C14-C35C-4DB1-B2CC-1BDE94FDE763}"/>
      </w:docPartPr>
      <w:docPartBody>
        <w:p w:rsidR="00000000" w:rsidRDefault="00555B8F">
          <w:pPr>
            <w:pStyle w:val="342DC41281A641958AD77AD5E9AEFD90"/>
          </w:pPr>
          <w:r w:rsidRPr="00377ED3">
            <w:rPr>
              <w:rStyle w:val="ContactInfoChar"/>
            </w:rPr>
            <w:t>Street Address</w:t>
          </w:r>
        </w:p>
      </w:docPartBody>
    </w:docPart>
    <w:docPart>
      <w:docPartPr>
        <w:name w:val="9F49CC9CA5FC47A498E213C182780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DFAA0-9496-4BD8-9232-FEE2C311D2F8}"/>
      </w:docPartPr>
      <w:docPartBody>
        <w:p w:rsidR="00000000" w:rsidRDefault="00555B8F">
          <w:pPr>
            <w:pStyle w:val="9F49CC9CA5FC47A498E213C182780C33"/>
          </w:pPr>
          <w:r>
            <w:rPr>
              <w:rStyle w:val="ContactInfoChar"/>
            </w:rPr>
            <w:t>City, ST ZIP Code</w:t>
          </w:r>
        </w:p>
      </w:docPartBody>
    </w:docPart>
    <w:docPart>
      <w:docPartPr>
        <w:name w:val="EC90721B3CD248BAAB74EFCADA8F3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9EF69-05EC-49A6-A203-1C3A5DBC51D9}"/>
      </w:docPartPr>
      <w:docPartBody>
        <w:p w:rsidR="00000000" w:rsidRDefault="00555B8F">
          <w:pPr>
            <w:pStyle w:val="EC90721B3CD248BAAB74EFCADA8F3F45"/>
          </w:pPr>
          <w:r>
            <w:rPr>
              <w:rStyle w:val="ContactInfoChar"/>
            </w:rPr>
            <w:t>Phone</w:t>
          </w:r>
        </w:p>
      </w:docPartBody>
    </w:docPart>
    <w:docPart>
      <w:docPartPr>
        <w:name w:val="BAA4FE456E054D68AC10B60E9B299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9ACBA-1328-43D1-9A2C-821B0411B428}"/>
      </w:docPartPr>
      <w:docPartBody>
        <w:p w:rsidR="00000000" w:rsidRDefault="00555B8F">
          <w:pPr>
            <w:pStyle w:val="BAA4FE456E054D68AC10B60E9B299FDF"/>
          </w:pPr>
          <w:r>
            <w:rPr>
              <w:rStyle w:val="ContactInfoChar"/>
            </w:rPr>
            <w:t>Email</w:t>
          </w:r>
        </w:p>
      </w:docPartBody>
    </w:docPart>
    <w:docPart>
      <w:docPartPr>
        <w:name w:val="1DE1EC1039084CF5854DD4522D713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D5968-6619-4F66-B639-C22B9539C46F}"/>
      </w:docPartPr>
      <w:docPartBody>
        <w:p w:rsidR="00000000" w:rsidRDefault="00555B8F">
          <w:pPr>
            <w:pStyle w:val="1DE1EC1039084CF5854DD4522D713B39"/>
          </w:pPr>
          <w:r>
            <w:rPr>
              <w:rStyle w:val="ContactInfoChar"/>
            </w:rPr>
            <w:t>Website</w:t>
          </w:r>
        </w:p>
      </w:docPartBody>
    </w:docPart>
    <w:docPart>
      <w:docPartPr>
        <w:name w:val="4D5CC0FED9394860832BE07B79738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08BB4A-44A8-41B9-8801-6E9BA4867A25}"/>
      </w:docPartPr>
      <w:docPartBody>
        <w:p w:rsidR="00000000" w:rsidRDefault="00555B8F">
          <w:pPr>
            <w:pStyle w:val="4D5CC0FED9394860832BE07B79738A47"/>
          </w:pPr>
          <w:r w:rsidRPr="00F27D09">
            <w:t>Date</w:t>
          </w:r>
        </w:p>
      </w:docPartBody>
    </w:docPart>
    <w:docPart>
      <w:docPartPr>
        <w:name w:val="CCA893B672DD42BE9870C52A4DE41E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BD1B17-FBE1-49CE-8DCB-9F51698563FF}"/>
      </w:docPartPr>
      <w:docPartBody>
        <w:p w:rsidR="00000000" w:rsidRDefault="00555B8F">
          <w:pPr>
            <w:pStyle w:val="CCA893B672DD42BE9870C52A4DE41ECD"/>
          </w:pPr>
          <w:r w:rsidRPr="005652BE">
            <w:t>Recipient Name</w:t>
          </w:r>
        </w:p>
      </w:docPartBody>
    </w:docPart>
    <w:docPart>
      <w:docPartPr>
        <w:name w:val="ACD1837F51874E1E9B99A4EF212B8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97897-50E5-4EA5-9E83-43FD6DD663D0}"/>
      </w:docPartPr>
      <w:docPartBody>
        <w:p w:rsidR="00000000" w:rsidRDefault="00555B8F">
          <w:pPr>
            <w:pStyle w:val="ACD1837F51874E1E9B99A4EF212B879C"/>
          </w:pPr>
          <w:r w:rsidRPr="00497BE8">
            <w:t>Title</w:t>
          </w:r>
        </w:p>
      </w:docPartBody>
    </w:docPart>
    <w:docPart>
      <w:docPartPr>
        <w:name w:val="D01E3C2F843945629D3EFB4C39392F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1379B2-5701-4F0C-9C8B-1A2E7A34D804}"/>
      </w:docPartPr>
      <w:docPartBody>
        <w:p w:rsidR="00000000" w:rsidRDefault="00555B8F">
          <w:pPr>
            <w:pStyle w:val="D01E3C2F843945629D3EFB4C39392F65"/>
          </w:pPr>
          <w:r>
            <w:rPr>
              <w:rStyle w:val="ContactInfoChar"/>
            </w:rPr>
            <w:t>Company Name</w:t>
          </w:r>
        </w:p>
      </w:docPartBody>
    </w:docPart>
    <w:docPart>
      <w:docPartPr>
        <w:name w:val="DFD56E8528E048F59E4DC11041859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52DF2-840D-4F0D-8FFA-BC8E7DF873CD}"/>
      </w:docPartPr>
      <w:docPartBody>
        <w:p w:rsidR="00000000" w:rsidRDefault="00555B8F">
          <w:pPr>
            <w:pStyle w:val="DFD56E8528E048F59E4DC11041859C06"/>
          </w:pPr>
          <w:r>
            <w:rPr>
              <w:rStyle w:val="ContactInfoChar"/>
            </w:rPr>
            <w:t>Street Address</w:t>
          </w:r>
        </w:p>
      </w:docPartBody>
    </w:docPart>
    <w:docPart>
      <w:docPartPr>
        <w:name w:val="3FA233B3B9534A8C911D60F62EEA0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63BBE-3C02-4C44-8400-E575F273A97E}"/>
      </w:docPartPr>
      <w:docPartBody>
        <w:p w:rsidR="00000000" w:rsidRDefault="00555B8F">
          <w:pPr>
            <w:pStyle w:val="3FA233B3B9534A8C911D60F62EEA0DE9"/>
          </w:pPr>
          <w:r>
            <w:rPr>
              <w:rStyle w:val="ContactInfoChar"/>
            </w:rPr>
            <w:t>City, ST ZIP Code</w:t>
          </w:r>
        </w:p>
      </w:docPartBody>
    </w:docPart>
    <w:docPart>
      <w:docPartPr>
        <w:name w:val="54A7275070DF42CF8DA1BE57458A2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3ED9D-9809-4C71-8C03-2AFCED677D6B}"/>
      </w:docPartPr>
      <w:docPartBody>
        <w:p w:rsidR="00000000" w:rsidRDefault="00555B8F">
          <w:pPr>
            <w:pStyle w:val="54A7275070DF42CF8DA1BE57458A207F"/>
          </w:pPr>
          <w:r w:rsidRPr="005652BE">
            <w:rPr>
              <w:rStyle w:val="Strong"/>
            </w:rPr>
            <w:t>Recipient Name</w:t>
          </w:r>
        </w:p>
      </w:docPartBody>
    </w:docPart>
    <w:docPart>
      <w:docPartPr>
        <w:name w:val="7F141C1F4DB64D5C8C3CA5F1D85B7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14CEA0-6575-48A6-8A6B-A07F66164F40}"/>
      </w:docPartPr>
      <w:docPartBody>
        <w:p w:rsidR="00000000" w:rsidRDefault="00555B8F">
          <w:pPr>
            <w:pStyle w:val="7F141C1F4DB64D5C8C3CA5F1D85B790C"/>
          </w:pPr>
          <w:r w:rsidRPr="00B33E59">
            <w:rPr>
              <w:rStyle w:val="Strong"/>
            </w:rPr>
            <w:t>Name of Person Referring</w:t>
          </w:r>
        </w:p>
      </w:docPartBody>
    </w:docPart>
    <w:docPart>
      <w:docPartPr>
        <w:name w:val="75B3BD46C17E4319902928774FAF0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314FA0-4DB7-454D-AEC3-FA778A6D626B}"/>
      </w:docPartPr>
      <w:docPartBody>
        <w:p w:rsidR="00000000" w:rsidRDefault="00555B8F">
          <w:pPr>
            <w:pStyle w:val="75B3BD46C17E4319902928774FAF043C"/>
          </w:pPr>
          <w:r>
            <w:t>suggested that I contact you regarding the open</w:t>
          </w:r>
        </w:p>
      </w:docPartBody>
    </w:docPart>
    <w:docPart>
      <w:docPartPr>
        <w:name w:val="FC1EDE95020E46C0B434BB53B5EF5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F3DA6-0F44-40E3-B88C-D312B2A391D8}"/>
      </w:docPartPr>
      <w:docPartBody>
        <w:p w:rsidR="00000000" w:rsidRDefault="00555B8F">
          <w:pPr>
            <w:pStyle w:val="FC1EDE95020E46C0B434BB53B5EF58ED"/>
          </w:pPr>
          <w:r w:rsidRPr="00B33E59">
            <w:rPr>
              <w:rStyle w:val="Strong"/>
            </w:rPr>
            <w:t>job title</w:t>
          </w:r>
        </w:p>
      </w:docPartBody>
    </w:docPart>
    <w:docPart>
      <w:docPartPr>
        <w:name w:val="235DA5EB10864B04B32C961542762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B475B-7D92-41DA-BAC8-D71EC80615D0}"/>
      </w:docPartPr>
      <w:docPartBody>
        <w:p w:rsidR="00000000" w:rsidRDefault="00555B8F">
          <w:pPr>
            <w:pStyle w:val="235DA5EB10864B04B32C961542762126"/>
          </w:pPr>
          <w:r>
            <w:t>position with</w:t>
          </w:r>
        </w:p>
      </w:docPartBody>
    </w:docPart>
    <w:docPart>
      <w:docPartPr>
        <w:name w:val="FDF58EBBFEE3420AAEBBFD1DBD0695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85A2D-63D0-4822-802E-BA6D3628A8D3}"/>
      </w:docPartPr>
      <w:docPartBody>
        <w:p w:rsidR="00000000" w:rsidRDefault="00555B8F">
          <w:pPr>
            <w:pStyle w:val="FDF58EBBFEE3420AAEBBFD1DBD069526"/>
          </w:pPr>
          <w:r w:rsidRPr="00B33E59">
            <w:rPr>
              <w:rStyle w:val="Strong"/>
            </w:rPr>
            <w:t>Company Name</w:t>
          </w:r>
        </w:p>
      </w:docPartBody>
    </w:docPart>
    <w:docPart>
      <w:docPartPr>
        <w:name w:val="C05125D2EC9C43079858CBD4FA786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EECC7-0E01-4556-8449-BD340740CA93}"/>
      </w:docPartPr>
      <w:docPartBody>
        <w:p w:rsidR="00000000" w:rsidRDefault="00555B8F">
          <w:pPr>
            <w:pStyle w:val="C05125D2EC9C43079858CBD4FA7862A7"/>
          </w:pPr>
          <w:r>
            <w:t>My educational background in</w:t>
          </w:r>
        </w:p>
      </w:docPartBody>
    </w:docPart>
    <w:docPart>
      <w:docPartPr>
        <w:name w:val="4FF1A6D6B56849A3ACF9BEC527914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50491-880B-4230-8D6E-54122E6A3881}"/>
      </w:docPartPr>
      <w:docPartBody>
        <w:p w:rsidR="00000000" w:rsidRDefault="00555B8F">
          <w:pPr>
            <w:pStyle w:val="4FF1A6D6B56849A3ACF9BEC52791401E"/>
          </w:pPr>
          <w:r w:rsidRPr="00B33E59">
            <w:rPr>
              <w:rStyle w:val="Strong"/>
            </w:rPr>
            <w:t>field of study</w:t>
          </w:r>
        </w:p>
      </w:docPartBody>
    </w:docPart>
    <w:docPart>
      <w:docPartPr>
        <w:name w:val="46174B41FDD64BD6B66DC5A4635E1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1CDD6E-A9C2-4B67-96A8-DC53A957EA3E}"/>
      </w:docPartPr>
      <w:docPartBody>
        <w:p w:rsidR="00000000" w:rsidRDefault="00555B8F">
          <w:pPr>
            <w:pStyle w:val="46174B41FDD64BD6B66DC5A4635E1D97"/>
          </w:pPr>
          <w:r>
            <w:t>along with my professional experience, makes me an excellent candidate for this position.</w:t>
          </w:r>
        </w:p>
      </w:docPartBody>
    </w:docPart>
    <w:docPart>
      <w:docPartPr>
        <w:name w:val="886B23E3F93742B5AB4D54E35E3EC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8CF85-42D9-4CA1-B5C9-51D0EA8DAC35}"/>
      </w:docPartPr>
      <w:docPartBody>
        <w:p w:rsidR="00000000" w:rsidRDefault="00555B8F">
          <w:pPr>
            <w:pStyle w:val="886B23E3F93742B5AB4D54E35E3EC3BE"/>
          </w:pPr>
          <w:r>
            <w:t>As you will see from the enclosed resume, I have more than</w:t>
          </w:r>
        </w:p>
      </w:docPartBody>
    </w:docPart>
    <w:docPart>
      <w:docPartPr>
        <w:name w:val="C20B0E5D92C24619899C1E01188E5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9F0C6-9F2B-4CB3-A915-0C3D39BA84FC}"/>
      </w:docPartPr>
      <w:docPartBody>
        <w:p w:rsidR="00000000" w:rsidRDefault="00555B8F">
          <w:pPr>
            <w:pStyle w:val="C20B0E5D92C24619899C1E01188E52C5"/>
          </w:pPr>
          <w:r w:rsidRPr="00B33E59">
            <w:rPr>
              <w:rStyle w:val="Strong"/>
            </w:rPr>
            <w:t>number</w:t>
          </w:r>
        </w:p>
      </w:docPartBody>
    </w:docPart>
    <w:docPart>
      <w:docPartPr>
        <w:name w:val="413BBF00AF6A4BFF9BEC4561F7B55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B1C17-487A-488F-AD63-ECA62C5B50DB}"/>
      </w:docPartPr>
      <w:docPartBody>
        <w:p w:rsidR="00000000" w:rsidRDefault="00555B8F">
          <w:pPr>
            <w:pStyle w:val="413BBF00AF6A4BFF9BEC4561F7B5506A"/>
          </w:pPr>
          <w:r>
            <w:t>years of experience in the field of</w:t>
          </w:r>
        </w:p>
      </w:docPartBody>
    </w:docPart>
    <w:docPart>
      <w:docPartPr>
        <w:name w:val="592FD266CED74EFDABF0AF7CAF280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089D3-12F4-4508-A94E-A6ADD84E30F5}"/>
      </w:docPartPr>
      <w:docPartBody>
        <w:p w:rsidR="00000000" w:rsidRDefault="00555B8F">
          <w:pPr>
            <w:pStyle w:val="592FD266CED74EFDABF0AF7CAF280388"/>
          </w:pPr>
          <w:r w:rsidRPr="00B33E59">
            <w:rPr>
              <w:rStyle w:val="Strong"/>
            </w:rPr>
            <w:t>area of professional expertise</w:t>
          </w:r>
        </w:p>
      </w:docPartBody>
    </w:docPart>
    <w:docPart>
      <w:docPartPr>
        <w:name w:val="E6855586AC9048A195DB86636E82D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96798-7627-4C58-96FA-C117DBC0FF94}"/>
      </w:docPartPr>
      <w:docPartBody>
        <w:p w:rsidR="00000000" w:rsidRDefault="00555B8F">
          <w:pPr>
            <w:pStyle w:val="E6855586AC9048A195DB86636E82D1F3"/>
          </w:pPr>
          <w:r>
            <w:t>My resume shows that I have been consistently rewarded for hard work with promotions and increased responsibilities. These rewards are a direct result of my expertise in</w:t>
          </w:r>
        </w:p>
      </w:docPartBody>
    </w:docPart>
    <w:docPart>
      <w:docPartPr>
        <w:name w:val="F0BA0FF944154E69A15C014493EE00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82C00-B233-4C91-9EB0-EAFBE21EB9E8}"/>
      </w:docPartPr>
      <w:docPartBody>
        <w:p w:rsidR="00000000" w:rsidRDefault="00555B8F">
          <w:pPr>
            <w:pStyle w:val="F0BA0FF944154E69A15C014493EE00E6"/>
          </w:pPr>
          <w:r w:rsidRPr="00B33E59">
            <w:rPr>
              <w:rStyle w:val="Strong"/>
            </w:rPr>
            <w:t>area of professional expertise</w:t>
          </w:r>
        </w:p>
      </w:docPartBody>
    </w:docPart>
    <w:docPart>
      <w:docPartPr>
        <w:name w:val="4EBD2CF990E04C97ACF5A099227E3C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12250-4851-4CA2-806E-F3831F129E6E}"/>
      </w:docPartPr>
      <w:docPartBody>
        <w:p w:rsidR="00000000" w:rsidRDefault="00555B8F">
          <w:pPr>
            <w:pStyle w:val="4EBD2CF990E04C97ACF5A099227E3CD1"/>
          </w:pPr>
          <w:r>
            <w:t>my commitment to personal and professional excellence, and my excellent written and oral communication skills.</w:t>
          </w:r>
        </w:p>
      </w:docPartBody>
    </w:docPart>
    <w:docPart>
      <w:docPartPr>
        <w:name w:val="AE1BD1E7207B403E98510536ECDD8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6CB77-A26D-4744-9C01-EBD4B85BECE8}"/>
      </w:docPartPr>
      <w:docPartBody>
        <w:p w:rsidR="00000000" w:rsidRDefault="00555B8F">
          <w:pPr>
            <w:pStyle w:val="AE1BD1E7207B403E98510536ECDD8D1F"/>
          </w:pPr>
          <w:r>
            <w:t>If you have questions, or if you want to schedule an interview, please contact me at</w:t>
          </w:r>
        </w:p>
      </w:docPartBody>
    </w:docPart>
    <w:docPart>
      <w:docPartPr>
        <w:name w:val="AF23AF5C14B84241ADFF93BD25C8F4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B256F-A520-49E1-8F34-79763033B377}"/>
      </w:docPartPr>
      <w:docPartBody>
        <w:p w:rsidR="00000000" w:rsidRDefault="00555B8F">
          <w:pPr>
            <w:pStyle w:val="AF23AF5C14B84241ADFF93BD25C8F49C"/>
          </w:pPr>
          <w:r w:rsidRPr="00B33E59">
            <w:rPr>
              <w:rStyle w:val="Strong"/>
            </w:rPr>
            <w:t>phone number</w:t>
          </w:r>
        </w:p>
      </w:docPartBody>
    </w:docPart>
    <w:docPart>
      <w:docPartPr>
        <w:name w:val="A5BDE1C34DDE426AAC020BE16419D4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23B9D-B964-46B2-91E1-431C66B56744}"/>
      </w:docPartPr>
      <w:docPartBody>
        <w:p w:rsidR="00000000" w:rsidRDefault="00555B8F">
          <w:pPr>
            <w:pStyle w:val="A5BDE1C34DDE426AAC020BE16419D4F7"/>
          </w:pPr>
          <w:r>
            <w:t>I look forward to meeting you to further discuss employment opportunities with</w:t>
          </w:r>
        </w:p>
      </w:docPartBody>
    </w:docPart>
    <w:docPart>
      <w:docPartPr>
        <w:name w:val="3033BD40CEEF4B7AB8B59FC34225B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A3465-FD93-4629-A632-CEF59D60E9E5}"/>
      </w:docPartPr>
      <w:docPartBody>
        <w:p w:rsidR="00000000" w:rsidRDefault="00555B8F">
          <w:pPr>
            <w:pStyle w:val="3033BD40CEEF4B7AB8B59FC34225B424"/>
          </w:pPr>
          <w:r w:rsidRPr="00B33E59">
            <w:rPr>
              <w:rStyle w:val="Strong"/>
            </w:rPr>
            <w:t>Company Name</w:t>
          </w:r>
        </w:p>
      </w:docPartBody>
    </w:docPart>
    <w:docPart>
      <w:docPartPr>
        <w:name w:val="889EA1828ECB44A18025D9663C772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AB156-1F10-49EE-AC2F-42501289C01B}"/>
      </w:docPartPr>
      <w:docPartBody>
        <w:p w:rsidR="00000000" w:rsidRDefault="00555B8F">
          <w:pPr>
            <w:pStyle w:val="889EA1828ECB44A18025D9663C772B6B"/>
          </w:pPr>
          <w:r>
            <w:t>Sincerely</w:t>
          </w:r>
        </w:p>
      </w:docPartBody>
    </w:docPart>
    <w:docPart>
      <w:docPartPr>
        <w:name w:val="627D529F026F4449AAC9A40C109C8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B4842-13DC-4556-9312-3D42567F4581}"/>
      </w:docPartPr>
      <w:docPartBody>
        <w:p w:rsidR="00000000" w:rsidRDefault="00555B8F">
          <w:pPr>
            <w:pStyle w:val="627D529F026F4449AAC9A40C109C8A0D"/>
          </w:pPr>
          <w:r w:rsidRPr="007F4BFC">
            <w:rPr>
              <w:rStyle w:val="SignatureChar"/>
            </w:rPr>
            <w:t>Your Name</w:t>
          </w:r>
        </w:p>
      </w:docPartBody>
    </w:docPart>
    <w:docPart>
      <w:docPartPr>
        <w:name w:val="13622623E3E54847AC577B85193C8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25B09-738F-4E9F-9C3B-8A6DA8BEF983}"/>
      </w:docPartPr>
      <w:docPartBody>
        <w:p w:rsidR="00000000" w:rsidRDefault="00555B8F">
          <w:pPr>
            <w:pStyle w:val="13622623E3E54847AC577B85193C8392"/>
          </w:pPr>
          <w:r>
            <w:t>Enclosure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pPr>
      <w:spacing w:after="0" w:line="264" w:lineRule="auto"/>
    </w:pPr>
    <w:rPr>
      <w:rFonts w:eastAsiaTheme="majorEastAsia" w:cstheme="majorBidi"/>
      <w:b/>
      <w:color w:val="1F4E79" w:themeColor="accent5" w:themeShade="80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eastAsiaTheme="majorEastAsia" w:cstheme="majorBidi"/>
      <w:b/>
      <w:color w:val="1F4E79" w:themeColor="accent5" w:themeShade="80"/>
      <w:sz w:val="32"/>
      <w:szCs w:val="56"/>
    </w:rPr>
  </w:style>
  <w:style w:type="paragraph" w:customStyle="1" w:styleId="DB6A2180CA1C41079869F7FA9AD946B8">
    <w:name w:val="DB6A2180CA1C41079869F7FA9AD946B8"/>
  </w:style>
  <w:style w:type="paragraph" w:customStyle="1" w:styleId="ContactInfo">
    <w:name w:val="Contact Info"/>
    <w:basedOn w:val="Normal"/>
    <w:link w:val="ContactInfoChar"/>
    <w:uiPriority w:val="2"/>
    <w:qFormat/>
    <w:pPr>
      <w:spacing w:after="0" w:line="240" w:lineRule="auto"/>
    </w:pPr>
    <w:rPr>
      <w:rFonts w:eastAsiaTheme="minorHAnsi"/>
      <w:color w:val="000000" w:themeColor="text1"/>
    </w:rPr>
  </w:style>
  <w:style w:type="character" w:customStyle="1" w:styleId="ContactInfoChar">
    <w:name w:val="Contact Info Char"/>
    <w:basedOn w:val="DefaultParagraphFont"/>
    <w:link w:val="ContactInfo"/>
    <w:uiPriority w:val="2"/>
    <w:rPr>
      <w:rFonts w:eastAsiaTheme="minorHAnsi"/>
      <w:color w:val="000000" w:themeColor="text1"/>
    </w:rPr>
  </w:style>
  <w:style w:type="paragraph" w:customStyle="1" w:styleId="342DC41281A641958AD77AD5E9AEFD90">
    <w:name w:val="342DC41281A641958AD77AD5E9AEFD90"/>
  </w:style>
  <w:style w:type="paragraph" w:customStyle="1" w:styleId="9F49CC9CA5FC47A498E213C182780C33">
    <w:name w:val="9F49CC9CA5FC47A498E213C182780C33"/>
  </w:style>
  <w:style w:type="paragraph" w:customStyle="1" w:styleId="EC90721B3CD248BAAB74EFCADA8F3F45">
    <w:name w:val="EC90721B3CD248BAAB74EFCADA8F3F45"/>
  </w:style>
  <w:style w:type="paragraph" w:customStyle="1" w:styleId="BAA4FE456E054D68AC10B60E9B299FDF">
    <w:name w:val="BAA4FE456E054D68AC10B60E9B299FDF"/>
  </w:style>
  <w:style w:type="paragraph" w:customStyle="1" w:styleId="1DE1EC1039084CF5854DD4522D713B39">
    <w:name w:val="1DE1EC1039084CF5854DD4522D713B39"/>
  </w:style>
  <w:style w:type="paragraph" w:customStyle="1" w:styleId="4D5CC0FED9394860832BE07B79738A47">
    <w:name w:val="4D5CC0FED9394860832BE07B79738A47"/>
  </w:style>
  <w:style w:type="paragraph" w:customStyle="1" w:styleId="CCA893B672DD42BE9870C52A4DE41ECD">
    <w:name w:val="CCA893B672DD42BE9870C52A4DE41ECD"/>
  </w:style>
  <w:style w:type="paragraph" w:customStyle="1" w:styleId="ACD1837F51874E1E9B99A4EF212B879C">
    <w:name w:val="ACD1837F51874E1E9B99A4EF212B879C"/>
  </w:style>
  <w:style w:type="paragraph" w:customStyle="1" w:styleId="D01E3C2F843945629D3EFB4C39392F65">
    <w:name w:val="D01E3C2F843945629D3EFB4C39392F65"/>
  </w:style>
  <w:style w:type="paragraph" w:customStyle="1" w:styleId="DFD56E8528E048F59E4DC11041859C06">
    <w:name w:val="DFD56E8528E048F59E4DC11041859C06"/>
  </w:style>
  <w:style w:type="paragraph" w:customStyle="1" w:styleId="3FA233B3B9534A8C911D60F62EEA0DE9">
    <w:name w:val="3FA233B3B9534A8C911D60F62EEA0DE9"/>
  </w:style>
  <w:style w:type="character" w:styleId="Strong">
    <w:name w:val="Strong"/>
    <w:basedOn w:val="DefaultParagraphFont"/>
    <w:uiPriority w:val="6"/>
    <w:qFormat/>
    <w:rPr>
      <w:b/>
      <w:bCs/>
    </w:rPr>
  </w:style>
  <w:style w:type="paragraph" w:customStyle="1" w:styleId="54A7275070DF42CF8DA1BE57458A207F">
    <w:name w:val="54A7275070DF42CF8DA1BE57458A207F"/>
  </w:style>
  <w:style w:type="paragraph" w:customStyle="1" w:styleId="7F141C1F4DB64D5C8C3CA5F1D85B790C">
    <w:name w:val="7F141C1F4DB64D5C8C3CA5F1D85B790C"/>
  </w:style>
  <w:style w:type="paragraph" w:customStyle="1" w:styleId="75B3BD46C17E4319902928774FAF043C">
    <w:name w:val="75B3BD46C17E4319902928774FAF043C"/>
  </w:style>
  <w:style w:type="paragraph" w:customStyle="1" w:styleId="FC1EDE95020E46C0B434BB53B5EF58ED">
    <w:name w:val="FC1EDE95020E46C0B434BB53B5EF58ED"/>
  </w:style>
  <w:style w:type="paragraph" w:customStyle="1" w:styleId="235DA5EB10864B04B32C961542762126">
    <w:name w:val="235DA5EB10864B04B32C961542762126"/>
  </w:style>
  <w:style w:type="paragraph" w:customStyle="1" w:styleId="FDF58EBBFEE3420AAEBBFD1DBD069526">
    <w:name w:val="FDF58EBBFEE3420AAEBBFD1DBD069526"/>
  </w:style>
  <w:style w:type="paragraph" w:customStyle="1" w:styleId="C05125D2EC9C43079858CBD4FA7862A7">
    <w:name w:val="C05125D2EC9C43079858CBD4FA7862A7"/>
  </w:style>
  <w:style w:type="paragraph" w:customStyle="1" w:styleId="4FF1A6D6B56849A3ACF9BEC52791401E">
    <w:name w:val="4FF1A6D6B56849A3ACF9BEC52791401E"/>
  </w:style>
  <w:style w:type="paragraph" w:customStyle="1" w:styleId="46174B41FDD64BD6B66DC5A4635E1D97">
    <w:name w:val="46174B41FDD64BD6B66DC5A4635E1D97"/>
  </w:style>
  <w:style w:type="paragraph" w:customStyle="1" w:styleId="886B23E3F93742B5AB4D54E35E3EC3BE">
    <w:name w:val="886B23E3F93742B5AB4D54E35E3EC3BE"/>
  </w:style>
  <w:style w:type="paragraph" w:customStyle="1" w:styleId="C20B0E5D92C24619899C1E01188E52C5">
    <w:name w:val="C20B0E5D92C24619899C1E01188E52C5"/>
  </w:style>
  <w:style w:type="paragraph" w:customStyle="1" w:styleId="413BBF00AF6A4BFF9BEC4561F7B5506A">
    <w:name w:val="413BBF00AF6A4BFF9BEC4561F7B5506A"/>
  </w:style>
  <w:style w:type="paragraph" w:customStyle="1" w:styleId="592FD266CED74EFDABF0AF7CAF280388">
    <w:name w:val="592FD266CED74EFDABF0AF7CAF280388"/>
  </w:style>
  <w:style w:type="paragraph" w:customStyle="1" w:styleId="E6855586AC9048A195DB86636E82D1F3">
    <w:name w:val="E6855586AC9048A195DB86636E82D1F3"/>
  </w:style>
  <w:style w:type="paragraph" w:customStyle="1" w:styleId="F0BA0FF944154E69A15C014493EE00E6">
    <w:name w:val="F0BA0FF944154E69A15C014493EE00E6"/>
  </w:style>
  <w:style w:type="paragraph" w:customStyle="1" w:styleId="4EBD2CF990E04C97ACF5A099227E3CD1">
    <w:name w:val="4EBD2CF990E04C97ACF5A099227E3CD1"/>
  </w:style>
  <w:style w:type="paragraph" w:customStyle="1" w:styleId="AE1BD1E7207B403E98510536ECDD8D1F">
    <w:name w:val="AE1BD1E7207B403E98510536ECDD8D1F"/>
  </w:style>
  <w:style w:type="paragraph" w:customStyle="1" w:styleId="AF23AF5C14B84241ADFF93BD25C8F49C">
    <w:name w:val="AF23AF5C14B84241ADFF93BD25C8F49C"/>
  </w:style>
  <w:style w:type="paragraph" w:customStyle="1" w:styleId="A5BDE1C34DDE426AAC020BE16419D4F7">
    <w:name w:val="A5BDE1C34DDE426AAC020BE16419D4F7"/>
  </w:style>
  <w:style w:type="paragraph" w:customStyle="1" w:styleId="3033BD40CEEF4B7AB8B59FC34225B424">
    <w:name w:val="3033BD40CEEF4B7AB8B59FC34225B424"/>
  </w:style>
  <w:style w:type="paragraph" w:customStyle="1" w:styleId="889EA1828ECB44A18025D9663C772B6B">
    <w:name w:val="889EA1828ECB44A18025D9663C772B6B"/>
  </w:style>
  <w:style w:type="paragraph" w:styleId="Signature">
    <w:name w:val="Signature"/>
    <w:basedOn w:val="Normal"/>
    <w:link w:val="SignatureChar"/>
    <w:uiPriority w:val="8"/>
    <w:qFormat/>
    <w:pPr>
      <w:spacing w:after="0" w:line="240" w:lineRule="auto"/>
    </w:pPr>
    <w:rPr>
      <w:rFonts w:eastAsiaTheme="minorHAnsi"/>
      <w:b/>
    </w:rPr>
  </w:style>
  <w:style w:type="character" w:customStyle="1" w:styleId="SignatureChar">
    <w:name w:val="Signature Char"/>
    <w:basedOn w:val="DefaultParagraphFont"/>
    <w:link w:val="Signature"/>
    <w:uiPriority w:val="8"/>
    <w:rPr>
      <w:rFonts w:eastAsiaTheme="minorHAnsi"/>
      <w:b/>
    </w:rPr>
  </w:style>
  <w:style w:type="paragraph" w:customStyle="1" w:styleId="627D529F026F4449AAC9A40C109C8A0D">
    <w:name w:val="627D529F026F4449AAC9A40C109C8A0D"/>
  </w:style>
  <w:style w:type="paragraph" w:customStyle="1" w:styleId="13622623E3E54847AC577B85193C8392">
    <w:name w:val="13622623E3E54847AC577B85193C83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Cover letter for functional resume.dotx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Dahlke, Deron J.</dc:creator>
  <cp:lastModifiedBy>Dahlke, Deron J.</cp:lastModifiedBy>
  <cp:revision>1</cp:revision>
  <dcterms:created xsi:type="dcterms:W3CDTF">2021-03-23T21:23:00Z</dcterms:created>
  <dcterms:modified xsi:type="dcterms:W3CDTF">2021-03-23T21:23:00Z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mageGenCounter">
    <vt:lpwstr>0</vt:lpwstr>
  </property>
  <property fmtid="{D5CDD505-2E9C-101B-9397-08002B2CF9AE}" pid="4" name="ViolationReportStatus">
    <vt:lpwstr>None</vt:lpwstr>
  </property>
  <property fmtid="{D5CDD505-2E9C-101B-9397-08002B2CF9AE}" pid="5" name="ImageGenStatus">
    <vt:lpwstr>0</vt:lpwstr>
  </property>
  <property fmtid="{D5CDD505-2E9C-101B-9397-08002B2CF9AE}" pid="6" name="PolicheckStatus">
    <vt:lpwstr>0</vt:lpwstr>
  </property>
  <property fmtid="{D5CDD505-2E9C-101B-9397-08002B2CF9AE}" pid="7" name="Applications">
    <vt:lpwstr>79;#Template 12;#95;#Microsoft Office Word 2007;#448;#Microsoft Office Word 2010</vt:lpwstr>
  </property>
  <property fmtid="{D5CDD505-2E9C-101B-9397-08002B2CF9AE}" pid="8" name="PolicheckCounter">
    <vt:lpwstr>0</vt:lpwstr>
  </property>
  <property fmtid="{D5CDD505-2E9C-101B-9397-08002B2CF9AE}" pid="9" name="APTrustLevel">
    <vt:r8>1</vt:r8>
  </property>
</Properties>
</file>